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DA3" w:rsidRDefault="00CE4DA3" w:rsidP="00540EE1">
      <w:pPr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:rsidR="00CE4DA3" w:rsidRDefault="00CE4DA3" w:rsidP="00540EE1">
      <w:pPr>
        <w:spacing w:after="0" w:line="360" w:lineRule="auto"/>
        <w:ind w:right="552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______________________________</w:t>
      </w:r>
    </w:p>
    <w:p w:rsidR="00CE4DA3" w:rsidRDefault="00CE4DA3" w:rsidP="00540EE1">
      <w:pPr>
        <w:spacing w:line="36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CE4DA3" w:rsidRDefault="00CE4DA3" w:rsidP="00540EE1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E4DA3" w:rsidRDefault="00CE4DA3" w:rsidP="00540EE1">
      <w:pPr>
        <w:spacing w:after="0" w:line="360" w:lineRule="auto"/>
        <w:ind w:right="552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______________________________</w:t>
      </w:r>
    </w:p>
    <w:p w:rsidR="00CE4DA3" w:rsidRDefault="00CE4DA3" w:rsidP="00540EE1">
      <w:pPr>
        <w:spacing w:after="0" w:line="36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CE4DA3" w:rsidRDefault="00CE4DA3" w:rsidP="00090EA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:rsidR="00CE4DA3" w:rsidRDefault="00CE4DA3" w:rsidP="00090EA5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CE4DA3" w:rsidRDefault="00CE4DA3" w:rsidP="00090EA5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Prawo zamówień publicznych </w:t>
      </w:r>
      <w:r w:rsidRPr="00C1499C">
        <w:rPr>
          <w:b/>
          <w:sz w:val="24"/>
          <w:szCs w:val="24"/>
        </w:rPr>
        <w:t>(</w:t>
      </w:r>
      <w:r>
        <w:rPr>
          <w:b/>
          <w:sz w:val="24"/>
          <w:szCs w:val="24"/>
        </w:rPr>
        <w:t xml:space="preserve">t.j. </w:t>
      </w:r>
      <w:r w:rsidRPr="00C1499C">
        <w:rPr>
          <w:b/>
          <w:sz w:val="24"/>
          <w:szCs w:val="24"/>
        </w:rPr>
        <w:t>Dz. U. z 201</w:t>
      </w:r>
      <w:r>
        <w:rPr>
          <w:b/>
          <w:sz w:val="24"/>
          <w:szCs w:val="24"/>
        </w:rPr>
        <w:t>8 r. poz.1986</w:t>
      </w:r>
      <w:r w:rsidRPr="00C1499C">
        <w:rPr>
          <w:b/>
          <w:sz w:val="24"/>
          <w:szCs w:val="24"/>
        </w:rPr>
        <w:t>)</w:t>
      </w:r>
      <w:r>
        <w:rPr>
          <w:b/>
          <w:sz w:val="24"/>
          <w:szCs w:val="24"/>
        </w:rPr>
        <w:t xml:space="preserve"> – </w:t>
      </w:r>
      <w:r>
        <w:rPr>
          <w:rFonts w:ascii="Arial" w:hAnsi="Arial" w:cs="Arial"/>
          <w:b/>
          <w:sz w:val="20"/>
          <w:szCs w:val="20"/>
        </w:rPr>
        <w:t xml:space="preserve">dalej jako  UPZP, </w:t>
      </w:r>
    </w:p>
    <w:p w:rsidR="00CE4DA3" w:rsidRDefault="00CE4DA3" w:rsidP="00090EA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DOTYCZĄCE PRZESŁANEK WYKLUCZENIA Z POSTĘPOWANIA</w:t>
      </w:r>
    </w:p>
    <w:p w:rsidR="00CE4DA3" w:rsidRDefault="00CE4DA3" w:rsidP="00540EE1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 pn.</w:t>
      </w:r>
    </w:p>
    <w:p w:rsidR="00CE4DA3" w:rsidRPr="009C67FF" w:rsidRDefault="00CE4DA3" w:rsidP="001B59DD">
      <w:pPr>
        <w:spacing w:after="0" w:line="360" w:lineRule="auto"/>
        <w:ind w:firstLine="142"/>
        <w:jc w:val="center"/>
        <w:rPr>
          <w:rFonts w:ascii="Arial" w:hAnsi="Arial" w:cs="Arial"/>
          <w:b/>
          <w:bCs/>
          <w:i/>
          <w:iCs/>
          <w:sz w:val="21"/>
          <w:szCs w:val="21"/>
        </w:rPr>
      </w:pPr>
      <w:r w:rsidRPr="007F3A94">
        <w:rPr>
          <w:rFonts w:ascii="Arial" w:hAnsi="Arial" w:cs="Arial"/>
          <w:b/>
          <w:bCs/>
          <w:i/>
          <w:iCs/>
          <w:sz w:val="21"/>
          <w:szCs w:val="21"/>
        </w:rPr>
        <w:t>„</w:t>
      </w:r>
      <w:r w:rsidRPr="009C67FF">
        <w:rPr>
          <w:rFonts w:ascii="Arial" w:hAnsi="Arial" w:cs="Arial"/>
          <w:b/>
          <w:bCs/>
          <w:i/>
          <w:iCs/>
          <w:sz w:val="21"/>
          <w:szCs w:val="21"/>
        </w:rPr>
        <w:t xml:space="preserve">Konserwacja i naprawy awaryjne urządzeń oświetlenia ulic własności Gminy Bydgoszcz </w:t>
      </w:r>
    </w:p>
    <w:p w:rsidR="00CE4DA3" w:rsidRPr="007F3A94" w:rsidRDefault="00CE4DA3" w:rsidP="001B59DD">
      <w:pPr>
        <w:spacing w:after="0" w:line="360" w:lineRule="auto"/>
        <w:ind w:firstLine="142"/>
        <w:jc w:val="center"/>
        <w:rPr>
          <w:rFonts w:ascii="Arial" w:hAnsi="Arial" w:cs="Arial"/>
          <w:b/>
          <w:bCs/>
          <w:i/>
          <w:iCs/>
          <w:sz w:val="21"/>
          <w:szCs w:val="21"/>
        </w:rPr>
      </w:pPr>
      <w:r w:rsidRPr="009C67FF">
        <w:rPr>
          <w:rFonts w:ascii="Arial" w:hAnsi="Arial" w:cs="Arial"/>
          <w:b/>
          <w:bCs/>
          <w:i/>
          <w:iCs/>
          <w:sz w:val="21"/>
          <w:szCs w:val="21"/>
        </w:rPr>
        <w:t>na terenie Miasta Bydgoszczy w 2019 roku</w:t>
      </w:r>
      <w:r>
        <w:rPr>
          <w:rFonts w:ascii="Arial" w:hAnsi="Arial" w:cs="Arial"/>
          <w:b/>
          <w:bCs/>
          <w:i/>
          <w:iCs/>
          <w:sz w:val="21"/>
          <w:szCs w:val="21"/>
        </w:rPr>
        <w:t xml:space="preserve"> –</w:t>
      </w:r>
      <w:r w:rsidRPr="004F3D20">
        <w:rPr>
          <w:rFonts w:ascii="Arial" w:hAnsi="Arial" w:cs="Arial"/>
          <w:b/>
          <w:bCs/>
          <w:i/>
          <w:iCs/>
          <w:sz w:val="21"/>
          <w:szCs w:val="21"/>
        </w:rPr>
        <w:t xml:space="preserve"> </w:t>
      </w:r>
      <w:r>
        <w:rPr>
          <w:rFonts w:ascii="Arial" w:hAnsi="Arial" w:cs="Arial"/>
          <w:b/>
          <w:bCs/>
          <w:i/>
          <w:iCs/>
          <w:sz w:val="21"/>
          <w:szCs w:val="21"/>
        </w:rPr>
        <w:t>OBSZAR IV</w:t>
      </w:r>
      <w:r w:rsidRPr="007F3A94">
        <w:rPr>
          <w:rFonts w:ascii="Arial" w:hAnsi="Arial" w:cs="Arial"/>
          <w:b/>
          <w:bCs/>
          <w:i/>
          <w:iCs/>
          <w:sz w:val="21"/>
          <w:szCs w:val="21"/>
        </w:rPr>
        <w:t>.”</w:t>
      </w:r>
    </w:p>
    <w:p w:rsidR="00CE4DA3" w:rsidRDefault="00CE4DA3" w:rsidP="00540EE1">
      <w:pPr>
        <w:spacing w:after="0" w:line="360" w:lineRule="auto"/>
        <w:ind w:firstLine="708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prowadzonego przez Zarząd Dróg Miejskich i Komunikacji Publicznej w Bydgoszczy oświadczam, co następuje:</w:t>
      </w:r>
    </w:p>
    <w:p w:rsidR="00CE4DA3" w:rsidRDefault="00CE4DA3" w:rsidP="00090EA5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CE4DA3" w:rsidRPr="00540EE1" w:rsidRDefault="00CE4DA3" w:rsidP="00540EE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540EE1">
        <w:rPr>
          <w:rFonts w:ascii="Arial" w:hAnsi="Arial" w:cs="Arial"/>
          <w:sz w:val="21"/>
          <w:szCs w:val="21"/>
        </w:rPr>
        <w:t>Oświadczam, że nie podlegam wykluczen</w:t>
      </w:r>
      <w:r>
        <w:rPr>
          <w:rFonts w:ascii="Arial" w:hAnsi="Arial" w:cs="Arial"/>
          <w:sz w:val="21"/>
          <w:szCs w:val="21"/>
        </w:rPr>
        <w:t xml:space="preserve">iu z postępowania na podstawie </w:t>
      </w:r>
      <w:r w:rsidRPr="00540EE1">
        <w:rPr>
          <w:rFonts w:ascii="Arial" w:hAnsi="Arial" w:cs="Arial"/>
          <w:sz w:val="21"/>
          <w:szCs w:val="21"/>
        </w:rPr>
        <w:t>art. 24 ust 1 pkt 13-22 UPZP.</w:t>
      </w:r>
    </w:p>
    <w:p w:rsidR="00CE4DA3" w:rsidRDefault="00CE4DA3" w:rsidP="00090EA5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540EE1">
        <w:rPr>
          <w:rFonts w:ascii="Arial" w:hAnsi="Arial" w:cs="Arial"/>
          <w:sz w:val="21"/>
          <w:szCs w:val="21"/>
        </w:rPr>
        <w:t>Oświadczam, że nie podlegam wykluczen</w:t>
      </w:r>
      <w:r>
        <w:rPr>
          <w:rFonts w:ascii="Arial" w:hAnsi="Arial" w:cs="Arial"/>
          <w:sz w:val="21"/>
          <w:szCs w:val="21"/>
        </w:rPr>
        <w:t xml:space="preserve">iu z postępowania na podstawie </w:t>
      </w:r>
      <w:r w:rsidRPr="00540EE1">
        <w:rPr>
          <w:rFonts w:ascii="Arial" w:hAnsi="Arial" w:cs="Arial"/>
          <w:sz w:val="21"/>
          <w:szCs w:val="21"/>
        </w:rPr>
        <w:t>art. 24 ust. 5 pkt 1 i 8 UPZP.</w:t>
      </w:r>
    </w:p>
    <w:p w:rsidR="00CE4DA3" w:rsidRDefault="00CE4DA3" w:rsidP="00540EE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>dnia ………….……. r. ……………………………………………………</w:t>
      </w:r>
    </w:p>
    <w:p w:rsidR="00CE4DA3" w:rsidRDefault="00CE4DA3" w:rsidP="00540EE1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(podpis*)</w:t>
      </w:r>
    </w:p>
    <w:p w:rsidR="00CE4DA3" w:rsidRDefault="00CE4DA3" w:rsidP="00540EE1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CE4DA3" w:rsidRDefault="00CE4DA3" w:rsidP="00E75EDD">
      <w:pPr>
        <w:spacing w:after="0"/>
        <w:jc w:val="both"/>
        <w:rPr>
          <w:i/>
          <w:sz w:val="21"/>
          <w:szCs w:val="21"/>
        </w:rPr>
      </w:pPr>
      <w:r w:rsidRPr="00540EE1">
        <w:rPr>
          <w:i/>
          <w:sz w:val="21"/>
          <w:szCs w:val="21"/>
        </w:rPr>
        <w:t xml:space="preserve">* podpis(y) osoby(osób) uprawnionej(ych) do składania oświadczeń woli w imieniu wykonawcy/pełnomocnika </w:t>
      </w:r>
    </w:p>
    <w:p w:rsidR="00CE4DA3" w:rsidRPr="00E75EDD" w:rsidRDefault="00CE4DA3" w:rsidP="00090EA5">
      <w:pPr>
        <w:jc w:val="both"/>
        <w:rPr>
          <w:i/>
          <w:sz w:val="8"/>
          <w:szCs w:val="21"/>
        </w:rPr>
      </w:pPr>
    </w:p>
    <w:p w:rsidR="00CE4DA3" w:rsidRDefault="00CE4DA3" w:rsidP="00090EA5">
      <w:pPr>
        <w:spacing w:after="0" w:line="360" w:lineRule="auto"/>
        <w:jc w:val="both"/>
        <w:rPr>
          <w:rFonts w:ascii="Arial" w:hAnsi="Arial" w:cs="Arial"/>
          <w:i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UPZP</w:t>
      </w:r>
      <w:r>
        <w:rPr>
          <w:rFonts w:ascii="Arial" w:hAnsi="Arial" w:cs="Arial"/>
          <w:sz w:val="20"/>
          <w:szCs w:val="20"/>
        </w:rPr>
        <w:t xml:space="preserve"> </w:t>
      </w:r>
      <w:r w:rsidRPr="00362672">
        <w:rPr>
          <w:rFonts w:ascii="Arial" w:hAnsi="Arial" w:cs="Arial"/>
          <w:i/>
          <w:sz w:val="21"/>
          <w:szCs w:val="21"/>
        </w:rPr>
        <w:t xml:space="preserve">(podać mającą zastosowanie podstawę wykluczenia spośród wymienionych w art. 24 ust. 1 pkt 13-14, 16-20 lub art. 24 ust. 5 </w:t>
      </w:r>
      <w:r>
        <w:rPr>
          <w:rFonts w:ascii="Arial" w:hAnsi="Arial" w:cs="Arial"/>
          <w:i/>
          <w:sz w:val="21"/>
          <w:szCs w:val="21"/>
        </w:rPr>
        <w:t>pkt 1 i 8 UPZP</w:t>
      </w:r>
      <w:r w:rsidRPr="00362672">
        <w:rPr>
          <w:rFonts w:ascii="Arial" w:hAnsi="Arial" w:cs="Arial"/>
          <w:i/>
          <w:sz w:val="21"/>
          <w:szCs w:val="21"/>
        </w:rPr>
        <w:t>).</w:t>
      </w:r>
    </w:p>
    <w:p w:rsidR="00CE4DA3" w:rsidRDefault="00CE4DA3" w:rsidP="00090EA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UPZP podjąłem następujące środki naprawcze: </w:t>
      </w:r>
    </w:p>
    <w:p w:rsidR="00CE4DA3" w:rsidRDefault="00CE4DA3" w:rsidP="00E75ED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………………………………………………………………………………………………………………..</w:t>
      </w:r>
    </w:p>
    <w:p w:rsidR="00CE4DA3" w:rsidRDefault="00CE4DA3" w:rsidP="00E75ED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…………………………………………………………………………………………………………………………………………………………………………………………………………………..………………….............</w:t>
      </w:r>
    </w:p>
    <w:p w:rsidR="00CE4DA3" w:rsidRDefault="00CE4DA3" w:rsidP="00090EA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E4DA3" w:rsidRDefault="00CE4DA3" w:rsidP="00E75ED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…………….…….……. </w:t>
      </w:r>
      <w:r>
        <w:rPr>
          <w:rFonts w:ascii="Arial" w:hAnsi="Arial" w:cs="Arial"/>
          <w:i/>
          <w:sz w:val="16"/>
          <w:szCs w:val="16"/>
        </w:rPr>
        <w:t>(miejscowość)</w:t>
      </w:r>
      <w:r>
        <w:rPr>
          <w:rFonts w:ascii="Arial" w:hAnsi="Arial" w:cs="Arial"/>
          <w:i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dnia …………………. r. …………………………………………………</w:t>
      </w:r>
    </w:p>
    <w:p w:rsidR="00CE4DA3" w:rsidRDefault="00CE4DA3" w:rsidP="00E75EDD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(podpis*)</w:t>
      </w:r>
    </w:p>
    <w:p w:rsidR="00CE4DA3" w:rsidRDefault="00CE4DA3" w:rsidP="00E75EDD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CE4DA3" w:rsidRDefault="00CE4DA3" w:rsidP="00090EA5">
      <w:pPr>
        <w:jc w:val="both"/>
        <w:rPr>
          <w:i/>
        </w:rPr>
      </w:pPr>
      <w:r w:rsidRPr="00836300">
        <w:rPr>
          <w:i/>
        </w:rPr>
        <w:t xml:space="preserve">* podpis(y) osoby(osób) uprawnionej(ych) do składania oświadczeń woli w imieniu wykonawcy/pełnomocnika </w:t>
      </w:r>
    </w:p>
    <w:p w:rsidR="00CE4DA3" w:rsidRPr="00B34D0E" w:rsidRDefault="00CE4DA3" w:rsidP="00AD06DD">
      <w:pPr>
        <w:shd w:val="clear" w:color="auto" w:fill="BFBFBF"/>
        <w:jc w:val="both"/>
        <w:rPr>
          <w:rFonts w:ascii="Arial" w:hAnsi="Arial" w:cs="Arial"/>
          <w:b/>
          <w:sz w:val="21"/>
          <w:szCs w:val="21"/>
        </w:rPr>
      </w:pPr>
      <w:r w:rsidRPr="00B34D0E">
        <w:rPr>
          <w:rFonts w:ascii="Arial" w:hAnsi="Arial" w:cs="Arial"/>
          <w:b/>
          <w:sz w:val="21"/>
          <w:szCs w:val="21"/>
        </w:rPr>
        <w:t>OŚWIADCZENIE DOTYCZĄCE PODMIOTU, NA KTÓREGO ZASOBY POWOŁUJE SIĘ WYKONAWCA:</w:t>
      </w:r>
    </w:p>
    <w:p w:rsidR="00CE4DA3" w:rsidRPr="00E96C5D" w:rsidRDefault="00CE4DA3" w:rsidP="00AD06D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96C5D">
        <w:rPr>
          <w:rFonts w:ascii="Arial" w:hAnsi="Arial" w:cs="Arial"/>
          <w:sz w:val="21"/>
          <w:szCs w:val="21"/>
        </w:rPr>
        <w:t>Oświadczam, że w stosunku do następującego/ych podmiotu/tów, na którego/ych zasoby powołuję się w niniejszym postępowaniu, tj.:……………………………………... …….………………………………………………………………………………………….………..……………………………………………………………………………………………</w:t>
      </w:r>
    </w:p>
    <w:p w:rsidR="00CE4DA3" w:rsidRPr="00E96C5D" w:rsidRDefault="00CE4DA3" w:rsidP="00AD06DD">
      <w:pPr>
        <w:spacing w:line="360" w:lineRule="auto"/>
        <w:jc w:val="center"/>
        <w:rPr>
          <w:rFonts w:ascii="Arial" w:hAnsi="Arial" w:cs="Arial"/>
          <w:i/>
          <w:sz w:val="21"/>
          <w:szCs w:val="21"/>
        </w:rPr>
      </w:pPr>
      <w:r w:rsidRPr="00E96C5D">
        <w:rPr>
          <w:rFonts w:ascii="Arial" w:hAnsi="Arial" w:cs="Arial"/>
          <w:i/>
          <w:sz w:val="21"/>
          <w:szCs w:val="21"/>
        </w:rPr>
        <w:t>(podać pełną nazwę/firmę, adres, a także w zależności od podmiotu: NIP/PESEL, KRS/CEiDG)</w:t>
      </w:r>
    </w:p>
    <w:p w:rsidR="00CE4DA3" w:rsidRPr="00E96C5D" w:rsidRDefault="00CE4DA3" w:rsidP="00AD06D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E96C5D">
        <w:rPr>
          <w:rFonts w:ascii="Arial" w:hAnsi="Arial" w:cs="Arial"/>
          <w:sz w:val="21"/>
          <w:szCs w:val="21"/>
        </w:rPr>
        <w:t>nie zachodzą podstawy wykluczenia z postępowania o udzielenie zamówienia, o  których mowa w art. 24 ust. 1 pkt. 13-22 i ust. 5 pkt 1 i 8 UPZP</w:t>
      </w:r>
    </w:p>
    <w:p w:rsidR="00CE4DA3" w:rsidRPr="00E96C5D" w:rsidRDefault="00CE4DA3" w:rsidP="00AD06D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CE4DA3" w:rsidRDefault="00CE4DA3" w:rsidP="0041025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…………….…….……. </w:t>
      </w:r>
      <w:r>
        <w:rPr>
          <w:rFonts w:ascii="Arial" w:hAnsi="Arial" w:cs="Arial"/>
          <w:i/>
          <w:sz w:val="16"/>
          <w:szCs w:val="16"/>
        </w:rPr>
        <w:t>(miejscowość)</w:t>
      </w:r>
      <w:r>
        <w:rPr>
          <w:rFonts w:ascii="Arial" w:hAnsi="Arial" w:cs="Arial"/>
          <w:i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dnia …………………. r. …………………………………………………</w:t>
      </w:r>
    </w:p>
    <w:p w:rsidR="00CE4DA3" w:rsidRDefault="00CE4DA3" w:rsidP="0041025B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(podpis*)</w:t>
      </w:r>
    </w:p>
    <w:p w:rsidR="00CE4DA3" w:rsidRPr="00E96C5D" w:rsidRDefault="00CE4DA3" w:rsidP="00AD06DD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21"/>
          <w:szCs w:val="21"/>
        </w:rPr>
      </w:pPr>
    </w:p>
    <w:p w:rsidR="00CE4DA3" w:rsidRPr="00E96C5D" w:rsidRDefault="00CE4DA3" w:rsidP="00AD06DD">
      <w:pPr>
        <w:jc w:val="both"/>
        <w:rPr>
          <w:rFonts w:ascii="Arial" w:hAnsi="Arial" w:cs="Arial"/>
          <w:i/>
          <w:sz w:val="21"/>
          <w:szCs w:val="21"/>
        </w:rPr>
      </w:pPr>
      <w:r w:rsidRPr="00E96C5D">
        <w:rPr>
          <w:rFonts w:ascii="Arial" w:hAnsi="Arial" w:cs="Arial"/>
          <w:i/>
          <w:sz w:val="21"/>
          <w:szCs w:val="21"/>
        </w:rPr>
        <w:t xml:space="preserve">* podpis(y) osoby(osób) uprawnionej(ych) do składania oświadczeń woli w imieniu wykonawcy/pełnomocnika </w:t>
      </w:r>
    </w:p>
    <w:p w:rsidR="00CE4DA3" w:rsidRDefault="00CE4DA3" w:rsidP="00090EA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CE4DA3" w:rsidRDefault="00CE4DA3" w:rsidP="00090EA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E4DA3" w:rsidRDefault="00CE4DA3" w:rsidP="00090EA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CE4DA3" w:rsidRDefault="00CE4DA3" w:rsidP="00090EA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CE4DA3" w:rsidRDefault="00CE4DA3" w:rsidP="00090EA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E4DA3" w:rsidRDefault="00CE4DA3" w:rsidP="00E75ED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…..</w:t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E4DA3" w:rsidRDefault="00CE4DA3" w:rsidP="00E75EDD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(podpis*)</w:t>
      </w:r>
    </w:p>
    <w:p w:rsidR="00CE4DA3" w:rsidRPr="00E75EDD" w:rsidRDefault="00CE4DA3" w:rsidP="00E75EDD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21"/>
          <w:szCs w:val="21"/>
        </w:rPr>
      </w:pPr>
    </w:p>
    <w:p w:rsidR="00CE4DA3" w:rsidRPr="00E75EDD" w:rsidRDefault="00CE4DA3" w:rsidP="00090EA5">
      <w:pPr>
        <w:jc w:val="both"/>
        <w:rPr>
          <w:i/>
          <w:sz w:val="21"/>
          <w:szCs w:val="21"/>
        </w:rPr>
      </w:pPr>
      <w:r w:rsidRPr="00E75EDD">
        <w:rPr>
          <w:i/>
          <w:sz w:val="21"/>
          <w:szCs w:val="21"/>
        </w:rPr>
        <w:t xml:space="preserve">* podpis(y) osoby(osób) uprawnionej(ych) do składania oświadczeń woli w imieniu wykonawcy/pełnomocnika </w:t>
      </w:r>
    </w:p>
    <w:p w:rsidR="00CE4DA3" w:rsidRDefault="00CE4DA3" w:rsidP="00090EA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CE4DA3" w:rsidRDefault="00CE4DA3" w:rsidP="00090EA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CE4DA3" w:rsidRDefault="00CE4DA3" w:rsidP="00090EA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CE4DA3" w:rsidRDefault="00CE4DA3" w:rsidP="00090EA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CE4DA3" w:rsidRDefault="00CE4DA3" w:rsidP="00090EA5">
      <w:pPr>
        <w:ind w:right="8788"/>
        <w:rPr>
          <w:i/>
          <w:iCs/>
        </w:rPr>
      </w:pPr>
      <w:r w:rsidRPr="006504B9">
        <w:rPr>
          <w:i/>
          <w:iCs/>
        </w:rPr>
        <w:pict>
          <v:rect id="_x0000_i1025" style="width:0;height:1.5pt" o:hralign="center" o:hrstd="t" o:hr="t" fillcolor="#aca899" stroked="f"/>
        </w:pict>
      </w:r>
    </w:p>
    <w:p w:rsidR="00CE4DA3" w:rsidRPr="006975BB" w:rsidRDefault="00CE4DA3" w:rsidP="00090EA5">
      <w:pPr>
        <w:numPr>
          <w:ilvl w:val="1"/>
          <w:numId w:val="0"/>
        </w:numPr>
        <w:tabs>
          <w:tab w:val="num" w:pos="284"/>
        </w:tabs>
        <w:ind w:left="284" w:hanging="284"/>
        <w:jc w:val="both"/>
        <w:rPr>
          <w:i/>
        </w:rPr>
      </w:pPr>
      <w:r w:rsidRPr="006975BB">
        <w:rPr>
          <w:i/>
        </w:rPr>
        <w:t xml:space="preserve">Oświadczenie należy złożyć w oryginale. </w:t>
      </w:r>
    </w:p>
    <w:p w:rsidR="00CE4DA3" w:rsidRPr="006975BB" w:rsidRDefault="00CE4DA3" w:rsidP="00090EA5">
      <w:pPr>
        <w:jc w:val="both"/>
        <w:rPr>
          <w:i/>
        </w:rPr>
      </w:pPr>
      <w:r w:rsidRPr="006975BB">
        <w:rPr>
          <w:i/>
        </w:rPr>
        <w:t>Oświadczenie składa każdy z wykonawców wspólnie ubiegających się o udzielenie zamówienia.</w:t>
      </w:r>
    </w:p>
    <w:p w:rsidR="00CE4DA3" w:rsidRDefault="00CE4DA3" w:rsidP="00090EA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CE4DA3" w:rsidRDefault="00CE4DA3" w:rsidP="00090EA5"/>
    <w:p w:rsidR="00CE4DA3" w:rsidRPr="00090EA5" w:rsidRDefault="00CE4DA3" w:rsidP="00090EA5"/>
    <w:sectPr w:rsidR="00CE4DA3" w:rsidRPr="00090EA5" w:rsidSect="00540EE1">
      <w:headerReference w:type="default" r:id="rId7"/>
      <w:footerReference w:type="default" r:id="rId8"/>
      <w:pgSz w:w="11906" w:h="16838"/>
      <w:pgMar w:top="993" w:right="1417" w:bottom="851" w:left="1417" w:header="56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4DA3" w:rsidRDefault="00CE4DA3" w:rsidP="008B6F0F">
      <w:pPr>
        <w:spacing w:after="0" w:line="240" w:lineRule="auto"/>
      </w:pPr>
      <w:r>
        <w:separator/>
      </w:r>
    </w:p>
  </w:endnote>
  <w:endnote w:type="continuationSeparator" w:id="0">
    <w:p w:rsidR="00CE4DA3" w:rsidRDefault="00CE4DA3" w:rsidP="008B6F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4DA3" w:rsidRPr="008B6F0F" w:rsidRDefault="00CE4DA3">
    <w:pPr>
      <w:pStyle w:val="Footer"/>
      <w:jc w:val="center"/>
      <w:rPr>
        <w:sz w:val="24"/>
      </w:rPr>
    </w:pPr>
    <w:r w:rsidRPr="008B6F0F">
      <w:rPr>
        <w:sz w:val="24"/>
      </w:rPr>
      <w:t xml:space="preserve">Strona </w:t>
    </w:r>
    <w:r w:rsidRPr="008B6F0F">
      <w:rPr>
        <w:b/>
        <w:sz w:val="24"/>
      </w:rPr>
      <w:fldChar w:fldCharType="begin"/>
    </w:r>
    <w:r w:rsidRPr="008B6F0F">
      <w:rPr>
        <w:b/>
        <w:sz w:val="24"/>
      </w:rPr>
      <w:instrText>PAGE</w:instrText>
    </w:r>
    <w:r w:rsidRPr="008B6F0F">
      <w:rPr>
        <w:b/>
        <w:sz w:val="24"/>
      </w:rPr>
      <w:fldChar w:fldCharType="separate"/>
    </w:r>
    <w:r>
      <w:rPr>
        <w:b/>
        <w:noProof/>
        <w:sz w:val="24"/>
      </w:rPr>
      <w:t>1</w:t>
    </w:r>
    <w:r w:rsidRPr="008B6F0F">
      <w:rPr>
        <w:b/>
        <w:sz w:val="24"/>
      </w:rPr>
      <w:fldChar w:fldCharType="end"/>
    </w:r>
    <w:r w:rsidRPr="008B6F0F">
      <w:rPr>
        <w:sz w:val="24"/>
      </w:rPr>
      <w:t xml:space="preserve"> z </w:t>
    </w:r>
    <w:r w:rsidRPr="008B6F0F">
      <w:rPr>
        <w:b/>
        <w:sz w:val="24"/>
      </w:rPr>
      <w:fldChar w:fldCharType="begin"/>
    </w:r>
    <w:r w:rsidRPr="008B6F0F">
      <w:rPr>
        <w:b/>
        <w:sz w:val="24"/>
      </w:rPr>
      <w:instrText>NUMPAGES</w:instrText>
    </w:r>
    <w:r w:rsidRPr="008B6F0F">
      <w:rPr>
        <w:b/>
        <w:sz w:val="24"/>
      </w:rPr>
      <w:fldChar w:fldCharType="separate"/>
    </w:r>
    <w:r>
      <w:rPr>
        <w:b/>
        <w:noProof/>
        <w:sz w:val="24"/>
      </w:rPr>
      <w:t>2</w:t>
    </w:r>
    <w:r w:rsidRPr="008B6F0F">
      <w:rPr>
        <w:b/>
        <w:sz w:val="24"/>
      </w:rPr>
      <w:fldChar w:fldCharType="end"/>
    </w:r>
  </w:p>
  <w:p w:rsidR="00CE4DA3" w:rsidRDefault="00CE4DA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4DA3" w:rsidRDefault="00CE4DA3" w:rsidP="008B6F0F">
      <w:pPr>
        <w:spacing w:after="0" w:line="240" w:lineRule="auto"/>
      </w:pPr>
      <w:r>
        <w:separator/>
      </w:r>
    </w:p>
  </w:footnote>
  <w:footnote w:type="continuationSeparator" w:id="0">
    <w:p w:rsidR="00CE4DA3" w:rsidRDefault="00CE4DA3" w:rsidP="008B6F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4DA3" w:rsidRDefault="00CE4DA3" w:rsidP="004778FB">
    <w:pPr>
      <w:pStyle w:val="Header"/>
      <w:pBdr>
        <w:bottom w:val="single" w:sz="4" w:space="1" w:color="auto"/>
      </w:pBdr>
      <w:tabs>
        <w:tab w:val="clear" w:pos="4536"/>
        <w:tab w:val="clear" w:pos="9072"/>
        <w:tab w:val="left" w:pos="10065"/>
        <w:tab w:val="right" w:pos="10206"/>
      </w:tabs>
      <w:spacing w:after="60"/>
      <w:jc w:val="right"/>
      <w:rPr>
        <w:rFonts w:ascii="Arial" w:hAnsi="Arial" w:cs="Arial"/>
        <w:sz w:val="18"/>
        <w:szCs w:val="18"/>
      </w:rPr>
    </w:pPr>
    <w:r w:rsidRPr="002C72A5">
      <w:t>Nr sprawy</w:t>
    </w:r>
    <w:r w:rsidRPr="002C72A5">
      <w:rPr>
        <w:sz w:val="36"/>
      </w:rPr>
      <w:t xml:space="preserve"> </w:t>
    </w:r>
    <w:r>
      <w:rPr>
        <w:sz w:val="36"/>
      </w:rPr>
      <w:t xml:space="preserve">053/2018                                   </w:t>
    </w:r>
    <w:r>
      <w:rPr>
        <w:rFonts w:ascii="Arial" w:hAnsi="Arial" w:cs="Arial"/>
        <w:sz w:val="18"/>
        <w:szCs w:val="18"/>
      </w:rPr>
      <w:t>O</w:t>
    </w:r>
    <w:r w:rsidRPr="003D5C62">
      <w:rPr>
        <w:rFonts w:ascii="Arial" w:hAnsi="Arial" w:cs="Arial"/>
        <w:sz w:val="18"/>
        <w:szCs w:val="18"/>
      </w:rPr>
      <w:t>świadczeni</w:t>
    </w:r>
    <w:r>
      <w:rPr>
        <w:rFonts w:ascii="Arial" w:hAnsi="Arial" w:cs="Arial"/>
        <w:sz w:val="18"/>
        <w:szCs w:val="18"/>
      </w:rPr>
      <w:t>e</w:t>
    </w:r>
    <w:r w:rsidRPr="003D5C62">
      <w:rPr>
        <w:rFonts w:ascii="Arial" w:hAnsi="Arial" w:cs="Arial"/>
        <w:sz w:val="18"/>
        <w:szCs w:val="18"/>
      </w:rPr>
      <w:t xml:space="preserve"> o </w:t>
    </w:r>
    <w:r>
      <w:rPr>
        <w:rFonts w:ascii="Arial" w:hAnsi="Arial" w:cs="Arial"/>
        <w:sz w:val="18"/>
        <w:szCs w:val="18"/>
      </w:rPr>
      <w:t>braku podstaw do wykluczenia</w:t>
    </w:r>
  </w:p>
  <w:p w:rsidR="00CE4DA3" w:rsidRPr="003875C0" w:rsidRDefault="00CE4DA3" w:rsidP="004778FB">
    <w:pPr>
      <w:pStyle w:val="Header"/>
      <w:pBdr>
        <w:bottom w:val="single" w:sz="4" w:space="1" w:color="auto"/>
      </w:pBdr>
      <w:tabs>
        <w:tab w:val="clear" w:pos="4536"/>
        <w:tab w:val="clear" w:pos="9072"/>
        <w:tab w:val="left" w:pos="10065"/>
        <w:tab w:val="right" w:pos="10206"/>
      </w:tabs>
      <w:spacing w:after="60"/>
      <w:jc w:val="right"/>
    </w:pPr>
    <w:r w:rsidRPr="003D5C62">
      <w:rPr>
        <w:rFonts w:ascii="Arial" w:hAnsi="Arial" w:cs="Arial"/>
        <w:sz w:val="18"/>
        <w:szCs w:val="18"/>
      </w:rPr>
      <w:t xml:space="preserve">- </w:t>
    </w:r>
    <w:r w:rsidRPr="00037F0B">
      <w:rPr>
        <w:rFonts w:ascii="Arial" w:hAnsi="Arial" w:cs="Arial"/>
        <w:b/>
        <w:sz w:val="18"/>
        <w:szCs w:val="18"/>
      </w:rPr>
      <w:t xml:space="preserve">załącznik Nr </w:t>
    </w:r>
    <w:r>
      <w:rPr>
        <w:rFonts w:ascii="Arial" w:hAnsi="Arial" w:cs="Arial"/>
        <w:b/>
        <w:sz w:val="18"/>
        <w:szCs w:val="18"/>
      </w:rPr>
      <w:t>10-IV</w:t>
    </w:r>
    <w:r w:rsidRPr="00037F0B">
      <w:rPr>
        <w:rFonts w:ascii="Arial" w:hAnsi="Arial" w:cs="Arial"/>
        <w:b/>
        <w:sz w:val="18"/>
        <w:szCs w:val="18"/>
      </w:rPr>
      <w:t xml:space="preserve"> do SIWZ</w:t>
    </w:r>
    <w:r w:rsidRPr="00FF00B9">
      <w:rPr>
        <w:i/>
        <w:iCs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1F60"/>
    <w:rsid w:val="000036C0"/>
    <w:rsid w:val="00021E1F"/>
    <w:rsid w:val="000277CB"/>
    <w:rsid w:val="00037F0B"/>
    <w:rsid w:val="00074939"/>
    <w:rsid w:val="00090EA5"/>
    <w:rsid w:val="000B18A4"/>
    <w:rsid w:val="000E66D1"/>
    <w:rsid w:val="001B59DD"/>
    <w:rsid w:val="001E3C9C"/>
    <w:rsid w:val="001F6676"/>
    <w:rsid w:val="00205C1C"/>
    <w:rsid w:val="002957D3"/>
    <w:rsid w:val="002A3E28"/>
    <w:rsid w:val="002C72A5"/>
    <w:rsid w:val="002F3DB9"/>
    <w:rsid w:val="0032081F"/>
    <w:rsid w:val="003419B0"/>
    <w:rsid w:val="00362672"/>
    <w:rsid w:val="003817A8"/>
    <w:rsid w:val="003875C0"/>
    <w:rsid w:val="003B1F60"/>
    <w:rsid w:val="003D5C62"/>
    <w:rsid w:val="0041025B"/>
    <w:rsid w:val="0041211B"/>
    <w:rsid w:val="00467D6A"/>
    <w:rsid w:val="004778FB"/>
    <w:rsid w:val="00483AF9"/>
    <w:rsid w:val="00484B45"/>
    <w:rsid w:val="004D2FA9"/>
    <w:rsid w:val="004F3D20"/>
    <w:rsid w:val="00540EE1"/>
    <w:rsid w:val="00557E51"/>
    <w:rsid w:val="005763C1"/>
    <w:rsid w:val="00610234"/>
    <w:rsid w:val="006504B9"/>
    <w:rsid w:val="006975BB"/>
    <w:rsid w:val="006B0FC9"/>
    <w:rsid w:val="006C15B1"/>
    <w:rsid w:val="00707F1C"/>
    <w:rsid w:val="00742977"/>
    <w:rsid w:val="00750B21"/>
    <w:rsid w:val="007A2CAF"/>
    <w:rsid w:val="007C181A"/>
    <w:rsid w:val="007F3A94"/>
    <w:rsid w:val="00836300"/>
    <w:rsid w:val="00845FE1"/>
    <w:rsid w:val="008B6F0F"/>
    <w:rsid w:val="008F73BE"/>
    <w:rsid w:val="00966775"/>
    <w:rsid w:val="009C67FF"/>
    <w:rsid w:val="00A618EC"/>
    <w:rsid w:val="00A62FD6"/>
    <w:rsid w:val="00A75432"/>
    <w:rsid w:val="00AA3173"/>
    <w:rsid w:val="00AB0B12"/>
    <w:rsid w:val="00AD06DD"/>
    <w:rsid w:val="00B07A7F"/>
    <w:rsid w:val="00B34D0E"/>
    <w:rsid w:val="00B52711"/>
    <w:rsid w:val="00C1499C"/>
    <w:rsid w:val="00C26367"/>
    <w:rsid w:val="00C42B8E"/>
    <w:rsid w:val="00C473FD"/>
    <w:rsid w:val="00CB062B"/>
    <w:rsid w:val="00CE4DA3"/>
    <w:rsid w:val="00D40E5A"/>
    <w:rsid w:val="00D60C29"/>
    <w:rsid w:val="00DD27A4"/>
    <w:rsid w:val="00E24D01"/>
    <w:rsid w:val="00E25EFF"/>
    <w:rsid w:val="00E75EDD"/>
    <w:rsid w:val="00E76B8C"/>
    <w:rsid w:val="00E96C5D"/>
    <w:rsid w:val="00E972B2"/>
    <w:rsid w:val="00EA7859"/>
    <w:rsid w:val="00EC6594"/>
    <w:rsid w:val="00ED0035"/>
    <w:rsid w:val="00EF4412"/>
    <w:rsid w:val="00EF64EE"/>
    <w:rsid w:val="00F06A82"/>
    <w:rsid w:val="00F3238F"/>
    <w:rsid w:val="00FB28F4"/>
    <w:rsid w:val="00FD6138"/>
    <w:rsid w:val="00FE15F0"/>
    <w:rsid w:val="00FF00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F60"/>
    <w:pPr>
      <w:spacing w:after="160" w:line="25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B1F60"/>
    <w:pPr>
      <w:ind w:left="720"/>
      <w:contextualSpacing/>
    </w:pPr>
  </w:style>
  <w:style w:type="paragraph" w:styleId="Header">
    <w:name w:val="header"/>
    <w:aliases w:val="Nagłówek strony"/>
    <w:basedOn w:val="Normal"/>
    <w:link w:val="HeaderChar"/>
    <w:uiPriority w:val="99"/>
    <w:rsid w:val="008B6F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aliases w:val="Nagłówek strony Char"/>
    <w:basedOn w:val="DefaultParagraphFont"/>
    <w:link w:val="Header"/>
    <w:uiPriority w:val="99"/>
    <w:locked/>
    <w:rsid w:val="008B6F0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B6F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8B6F0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0600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</TotalTime>
  <Pages>2</Pages>
  <Words>456</Words>
  <Characters>2740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Twoja nazwa użytkownika</dc:creator>
  <cp:keywords/>
  <dc:description/>
  <cp:lastModifiedBy>Julia Szałata</cp:lastModifiedBy>
  <cp:revision>29</cp:revision>
  <cp:lastPrinted>2018-11-19T08:12:00Z</cp:lastPrinted>
  <dcterms:created xsi:type="dcterms:W3CDTF">2018-02-20T08:11:00Z</dcterms:created>
  <dcterms:modified xsi:type="dcterms:W3CDTF">2018-11-19T08:12:00Z</dcterms:modified>
</cp:coreProperties>
</file>